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F63F56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F63F56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20670938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2F7F0A5-12CE-4FC6-ADA3-EBBEDB43BF7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36</TotalTime>
  <Pages>2</Pages>
  <Words>334</Words>
  <Characters>1703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2021-01-25T22:49:00Z</dcterms:created>
  <dcterms:modified xsi:type="dcterms:W3CDTF">2023-12-22T08:39:00Z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